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  <w:t>Протокол результатов школьного этапа всероссийской олимпиады школьников</w:t>
      </w:r>
    </w:p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cs="Times New Roman" w:ascii="Times New Roman" w:hAnsi="Times New Roman"/>
          <w:b/>
          <w:bCs/>
          <w:color w:val="auto"/>
        </w:rPr>
        <w:t xml:space="preserve"> </w:t>
      </w:r>
      <w:r>
        <w:rPr>
          <w:rFonts w:cs="Times New Roman" w:ascii="Times New Roman" w:hAnsi="Times New Roman"/>
          <w:b/>
          <w:bCs/>
          <w:color w:val="auto"/>
        </w:rPr>
        <w:t xml:space="preserve">по общеобразовательному предмету </w:t>
      </w:r>
      <w:r>
        <w:rPr>
          <w:rFonts w:cs="Times New Roman" w:ascii="Times New Roman" w:hAnsi="Times New Roman"/>
          <w:b/>
          <w:bCs/>
          <w:i/>
          <w:iCs/>
          <w:color w:val="auto"/>
        </w:rPr>
        <w:t>«Английский язык»</w:t>
      </w:r>
    </w:p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  <w:t>2025-2026 учебный год</w:t>
      </w:r>
    </w:p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340"/>
        <w:contextualSpacing w:val="fals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0"/>
        <w:contextualSpacing w:val="false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</w:t>
      </w:r>
      <w:r>
        <w:rPr>
          <w:rFonts w:cs="Times New Roman" w:ascii="Times New Roman" w:hAnsi="Times New Roman"/>
        </w:rPr>
        <w:t>Рейтинговый список участников школьного этапа олимпиады по предмету:</w:t>
      </w:r>
    </w:p>
    <w:p>
      <w:pPr>
        <w:pStyle w:val="ListParagraph"/>
        <w:spacing w:before="0" w:after="0"/>
        <w:ind w:left="0"/>
        <w:contextualSpacing w:val="fals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952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82"/>
        <w:gridCol w:w="4088"/>
        <w:gridCol w:w="2108"/>
        <w:gridCol w:w="2346"/>
      </w:tblGrid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Класс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ФИО участника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Количество набранных баллов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Результат участия</w:t>
            </w:r>
          </w:p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(победитель / призер / участие)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6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Крепкин Давид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30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призёр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6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Казаков Артём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29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призёр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7а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Крупский Арсений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12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участник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7а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Добринский Семён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20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призёр</w:t>
            </w:r>
          </w:p>
        </w:tc>
      </w:tr>
      <w:tr>
        <w:trPr/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7а</w:t>
            </w:r>
          </w:p>
        </w:tc>
        <w:tc>
          <w:tcPr>
            <w:tcW w:w="4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Синьков Данил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10</w:t>
            </w:r>
          </w:p>
        </w:tc>
        <w:tc>
          <w:tcPr>
            <w:tcW w:w="2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участник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8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Эльмурзаева Арина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26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призёр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8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Чубаров Алексей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0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  <w:color w:val="auto"/>
              </w:rPr>
              <w:t>не прибыл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9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Чусов Глеб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25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призёр</w:t>
            </w:r>
          </w:p>
        </w:tc>
      </w:tr>
      <w:tr>
        <w:trPr>
          <w:trHeight w:val="210" w:hRule="atLeast"/>
        </w:trPr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9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Кадыров Денис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0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  <w:color w:val="auto"/>
              </w:rPr>
              <w:t>не прибыл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11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Веремейчик Екатерина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7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участник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11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Прудникова Ольга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25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призёр</w:t>
            </w:r>
          </w:p>
        </w:tc>
      </w:tr>
    </w:tbl>
    <w:p>
      <w:pPr>
        <w:pStyle w:val="ListParagraph"/>
        <w:spacing w:before="0" w:after="0"/>
        <w:ind w:left="0"/>
        <w:contextualSpacing w:val="fals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0"/>
        <w:contextualSpacing w:val="fals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769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709"/>
        <w:gridCol w:w="1053"/>
        <w:gridCol w:w="984"/>
        <w:gridCol w:w="996"/>
        <w:gridCol w:w="976"/>
        <w:gridCol w:w="973"/>
      </w:tblGrid>
      <w:tr>
        <w:trPr/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 кл.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 кл.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 кл.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user2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 кл.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rPr>
                <w:rFonts w:ascii="Times New Roman" w:hAnsi="Times New Roman" w:cs="Times New Roman"/>
              </w:rPr>
            </w:pPr>
            <w:r>
              <w:rPr/>
              <w:t>11 кл.</w:t>
            </w:r>
          </w:p>
        </w:tc>
      </w:tr>
      <w:tr>
        <w:trPr/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Кол-во участников школьного этапа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</w:tr>
      <w:tr>
        <w:trPr/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Кол-во победителей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</w:tr>
      <w:tr>
        <w:trPr/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Кол-во призеров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</w:tr>
    </w:tbl>
    <w:p>
      <w:pPr>
        <w:pStyle w:val="ListParagraph"/>
        <w:spacing w:before="0" w:after="0"/>
        <w:ind w:left="340"/>
        <w:contextualSpacing w:val="false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 xml:space="preserve">Рекомендовать к участию в муниципальном этапе всероссийской олимпиады школьников по общеобразовательному предмету </w:t>
      </w:r>
      <w:r>
        <w:rPr>
          <w:rFonts w:cs="Times New Roman" w:ascii="Times New Roman" w:hAnsi="Times New Roman"/>
          <w:b/>
          <w:bCs/>
          <w:i/>
          <w:iCs/>
          <w:color w:val="auto"/>
        </w:rPr>
        <w:t>«Английский язык»</w:t>
      </w:r>
      <w:r>
        <w:rPr>
          <w:rFonts w:cs="Times New Roman" w:ascii="Times New Roman" w:hAnsi="Times New Roman"/>
          <w:color w:val="auto"/>
        </w:rPr>
        <w:t xml:space="preserve"> следующих обучающихся:</w:t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</w:r>
    </w:p>
    <w:p>
      <w:pPr>
        <w:pStyle w:val="user2"/>
        <w:ind w:firstLine="340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>1) Добринский Семён, 7 класс</w:t>
      </w:r>
    </w:p>
    <w:p>
      <w:pPr>
        <w:pStyle w:val="user2"/>
        <w:ind w:firstLine="340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>2) Эльмурзаева Арина, 8 класс</w:t>
      </w:r>
    </w:p>
    <w:p>
      <w:pPr>
        <w:pStyle w:val="user2"/>
        <w:ind w:firstLine="340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>3) Чусов Глеб, 9 класс</w:t>
      </w:r>
    </w:p>
    <w:p>
      <w:pPr>
        <w:pStyle w:val="user2"/>
        <w:ind w:firstLine="340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>4) Прудникова Ольга, 11 класс</w:t>
      </w:r>
    </w:p>
    <w:p>
      <w:pPr>
        <w:pStyle w:val="ListParagraph"/>
        <w:spacing w:before="0" w:after="0"/>
        <w:ind w:left="340"/>
        <w:contextualSpacing w:val="false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</w:r>
    </w:p>
    <w:p>
      <w:pPr>
        <w:pStyle w:val="ListParagraph"/>
        <w:spacing w:before="0" w:after="0"/>
        <w:ind w:hanging="0" w:left="0"/>
        <w:contextualSpacing w:val="fals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340"/>
        <w:contextualSpacing w:val="fals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340"/>
        <w:contextualSpacing w:val="fals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auto"/>
        </w:rPr>
        <w:t>Учитель: Коловская И.В., учитель английского  языка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360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egoe UI" w:cs="Tahoma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367fd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egoe UI" w:cs="Tahoma"/>
      <w:color w:val="000000"/>
      <w:kern w:val="2"/>
      <w:sz w:val="24"/>
      <w:szCs w:val="24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user">
    <w:name w:val="Заголовок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user1">
    <w:name w:val="Указатель (user)"/>
    <w:basedOn w:val="Normal"/>
    <w:qFormat/>
    <w:pPr>
      <w:suppressLineNumbers/>
    </w:pPr>
    <w:rPr>
      <w:rFonts w:cs="Mangal"/>
    </w:rPr>
  </w:style>
  <w:style w:type="paragraph" w:styleId="Standard" w:customStyle="1">
    <w:name w:val="Standard"/>
    <w:qFormat/>
    <w:rsid w:val="001367fd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egoe UI" w:cs="Tahoma"/>
      <w:color w:val="000000"/>
      <w:kern w:val="2"/>
      <w:sz w:val="24"/>
      <w:szCs w:val="24"/>
      <w:lang w:val="ru-RU" w:eastAsia="zh-CN" w:bidi="hi-IN"/>
    </w:rPr>
  </w:style>
  <w:style w:type="paragraph" w:styleId="ListParagraph">
    <w:name w:val="List Paragraph"/>
    <w:basedOn w:val="Standard"/>
    <w:qFormat/>
    <w:rsid w:val="001367fd"/>
    <w:pPr>
      <w:spacing w:before="0" w:after="200"/>
      <w:ind w:left="720"/>
      <w:contextualSpacing/>
    </w:pPr>
    <w:rPr/>
  </w:style>
  <w:style w:type="paragraph" w:styleId="user2" w:customStyle="1">
    <w:name w:val="Содержимое таблицы (user)"/>
    <w:basedOn w:val="Standard"/>
    <w:qFormat/>
    <w:rsid w:val="001367fd"/>
    <w:pPr>
      <w:suppressLineNumbers/>
    </w:pPr>
    <w:rPr/>
  </w:style>
  <w:style w:type="paragraph" w:styleId="user3" w:customStyle="1">
    <w:name w:val="Заголовок таблицы (user)"/>
    <w:basedOn w:val="user2"/>
    <w:qFormat/>
    <w:rsid w:val="001367fd"/>
    <w:pPr>
      <w:jc w:val="center"/>
    </w:pPr>
    <w:rPr>
      <w:b/>
      <w:bCs/>
    </w:rPr>
  </w:style>
  <w:style w:type="paragraph" w:styleId="Style16">
    <w:name w:val="Содержимое таблицы"/>
    <w:basedOn w:val="Normal"/>
    <w:qFormat/>
    <w:pPr>
      <w:widowControl w:val="false"/>
      <w:suppressLineNumbers/>
    </w:pPr>
    <w:rPr/>
  </w:style>
  <w:style w:type="paragraph" w:styleId="Style17">
    <w:name w:val="Заголовок таблицы"/>
    <w:basedOn w:val="Style16"/>
    <w:qFormat/>
    <w:pPr>
      <w:suppressLineNumbers/>
      <w:jc w:val="center"/>
    </w:pPr>
    <w:rPr>
      <w:b/>
      <w:bCs/>
    </w:rPr>
  </w:style>
  <w:style w:type="numbering" w:styleId="user4" w:default="1">
    <w:name w:val="Без списка (user)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02370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Образец Протокола проведения ВсОШ по предмету на школьном этапе.dot</Template>
  <TotalTime>100</TotalTime>
  <Application>LibreOffice/25.2.6.2$Windows_X86_64 LibreOffice_project/729c5bfe710f5eb71ed3bbde9e06a6065e9c6c5d</Application>
  <AppVersion>15.0000</AppVersion>
  <Pages>1</Pages>
  <Words>168</Words>
  <Characters>911</Characters>
  <CharactersWithSpaces>1002</CharactersWithSpaces>
  <Paragraphs>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2024-09-26T04:51:00Z</dcterms:created>
  <dc:creator>Пользователь</dc:creator>
  <dc:description/>
  <dc:language>ru-RU</dc:language>
  <cp:lastModifiedBy/>
  <dcterms:modified xsi:type="dcterms:W3CDTF">2025-10-28T15:37:29Z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